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E004E" w:rsidR="006E5D65" w:rsidP="002D3375" w:rsidRDefault="00997F14" w14:paraId="12A342EA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BE004E">
        <w:rPr>
          <w:rFonts w:ascii="Corbel" w:hAnsi="Corbel"/>
          <w:b/>
          <w:bCs/>
        </w:rPr>
        <w:t xml:space="preserve">   </w:t>
      </w:r>
      <w:r w:rsidRPr="00BE004E" w:rsidR="00CD6897">
        <w:rPr>
          <w:rFonts w:ascii="Corbel" w:hAnsi="Corbel"/>
          <w:b/>
          <w:bCs/>
        </w:rPr>
        <w:tab/>
      </w:r>
      <w:r w:rsidRPr="00BE004E" w:rsidR="00CD6897">
        <w:rPr>
          <w:rFonts w:ascii="Corbel" w:hAnsi="Corbel"/>
          <w:b/>
          <w:bCs/>
        </w:rPr>
        <w:tab/>
      </w:r>
      <w:r w:rsidRPr="00BE004E" w:rsidR="00CD6897">
        <w:rPr>
          <w:rFonts w:ascii="Corbel" w:hAnsi="Corbel"/>
          <w:b/>
          <w:bCs/>
        </w:rPr>
        <w:tab/>
      </w:r>
      <w:r w:rsidRPr="00BE004E" w:rsidR="00CD6897">
        <w:rPr>
          <w:rFonts w:ascii="Corbel" w:hAnsi="Corbel"/>
          <w:b/>
          <w:bCs/>
        </w:rPr>
        <w:tab/>
      </w:r>
      <w:r w:rsidRPr="00BE004E" w:rsidR="00CD6897">
        <w:rPr>
          <w:rFonts w:ascii="Corbel" w:hAnsi="Corbel"/>
          <w:b/>
          <w:bCs/>
        </w:rPr>
        <w:tab/>
      </w:r>
      <w:r w:rsidRPr="00BE004E" w:rsidR="00CD6897">
        <w:rPr>
          <w:rFonts w:ascii="Corbel" w:hAnsi="Corbel"/>
          <w:b/>
          <w:bCs/>
        </w:rPr>
        <w:tab/>
      </w:r>
      <w:r w:rsidRPr="00BE004E" w:rsidR="00D8678B">
        <w:rPr>
          <w:rFonts w:ascii="Corbel" w:hAnsi="Corbel"/>
          <w:bCs/>
          <w:i/>
        </w:rPr>
        <w:t xml:space="preserve">Załącznik nr </w:t>
      </w:r>
      <w:r w:rsidRPr="00BE004E" w:rsidR="006F31E2">
        <w:rPr>
          <w:rFonts w:ascii="Corbel" w:hAnsi="Corbel"/>
          <w:bCs/>
          <w:i/>
        </w:rPr>
        <w:t>1.5</w:t>
      </w:r>
      <w:r w:rsidRPr="00BE004E" w:rsidR="00D8678B">
        <w:rPr>
          <w:rFonts w:ascii="Corbel" w:hAnsi="Corbel"/>
          <w:bCs/>
          <w:i/>
        </w:rPr>
        <w:t xml:space="preserve"> do Zarządzenia</w:t>
      </w:r>
      <w:r w:rsidRPr="00BE004E" w:rsidR="002A22BF">
        <w:rPr>
          <w:rFonts w:ascii="Corbel" w:hAnsi="Corbel"/>
          <w:bCs/>
          <w:i/>
        </w:rPr>
        <w:t xml:space="preserve"> Rektora UR </w:t>
      </w:r>
      <w:r w:rsidRPr="00BE004E" w:rsidR="00CD6897">
        <w:rPr>
          <w:rFonts w:ascii="Corbel" w:hAnsi="Corbel"/>
          <w:bCs/>
          <w:i/>
        </w:rPr>
        <w:t xml:space="preserve"> nr </w:t>
      </w:r>
      <w:r w:rsidRPr="00BE004E" w:rsidR="00F17567">
        <w:rPr>
          <w:rFonts w:ascii="Corbel" w:hAnsi="Corbel"/>
          <w:bCs/>
          <w:i/>
        </w:rPr>
        <w:t>12/2019</w:t>
      </w:r>
    </w:p>
    <w:p w:rsidRPr="00BE004E" w:rsidR="0085747A" w:rsidP="009C54AE" w:rsidRDefault="0085747A" w14:paraId="1C4AB7D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E004E">
        <w:rPr>
          <w:rFonts w:ascii="Corbel" w:hAnsi="Corbel"/>
          <w:b/>
          <w:smallCaps/>
          <w:sz w:val="24"/>
          <w:szCs w:val="24"/>
        </w:rPr>
        <w:t>SYLABUS</w:t>
      </w:r>
    </w:p>
    <w:p w:rsidRPr="00BE004E" w:rsidR="007374E5" w:rsidP="007374E5" w:rsidRDefault="007374E5" w14:paraId="0CB4A84E" w14:textId="101CE3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E004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E004E">
        <w:rPr>
          <w:rFonts w:ascii="Corbel" w:hAnsi="Corbel"/>
          <w:b/>
          <w:i/>
          <w:smallCaps/>
        </w:rPr>
        <w:t>2022/2023-202</w:t>
      </w:r>
      <w:r w:rsidR="008F498C">
        <w:rPr>
          <w:rFonts w:ascii="Corbel" w:hAnsi="Corbel"/>
          <w:b/>
          <w:i/>
          <w:smallCaps/>
        </w:rPr>
        <w:t>4</w:t>
      </w:r>
      <w:r w:rsidRPr="00BE004E">
        <w:rPr>
          <w:rFonts w:ascii="Corbel" w:hAnsi="Corbel"/>
          <w:b/>
          <w:i/>
          <w:smallCaps/>
        </w:rPr>
        <w:t>/202</w:t>
      </w:r>
      <w:r w:rsidR="008F498C">
        <w:rPr>
          <w:rFonts w:ascii="Corbel" w:hAnsi="Corbel"/>
          <w:b/>
          <w:i/>
          <w:smallCaps/>
        </w:rPr>
        <w:t>5</w:t>
      </w:r>
    </w:p>
    <w:p w:rsidRPr="00BE004E" w:rsidR="007374E5" w:rsidP="007374E5" w:rsidRDefault="007374E5" w14:paraId="09A9751B" w14:textId="3E790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3350425" w:rsidR="007374E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3350425" w:rsidR="20187020">
        <w:rPr>
          <w:rFonts w:ascii="Corbel" w:hAnsi="Corbel"/>
          <w:i w:val="1"/>
          <w:iCs w:val="1"/>
          <w:sz w:val="24"/>
          <w:szCs w:val="24"/>
        </w:rPr>
        <w:t>(skrajne daty)</w:t>
      </w:r>
    </w:p>
    <w:p w:rsidRPr="00BE004E" w:rsidR="007374E5" w:rsidP="03350425" w:rsidRDefault="007374E5" w14:paraId="44FE4C33" w14:textId="28A500B1" w14:noSpellErr="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E004E" w:rsidR="007374E5">
        <w:rPr>
          <w:rFonts w:ascii="Corbel" w:hAnsi="Corbel"/>
          <w:sz w:val="20"/>
          <w:szCs w:val="20"/>
        </w:rPr>
        <w:t>Rok akademicki  202</w:t>
      </w:r>
      <w:r w:rsidR="008F498C">
        <w:rPr>
          <w:rFonts w:ascii="Corbel" w:hAnsi="Corbel"/>
          <w:sz w:val="20"/>
          <w:szCs w:val="20"/>
        </w:rPr>
        <w:t>3</w:t>
      </w:r>
      <w:r w:rsidRPr="00BE004E" w:rsidR="007374E5">
        <w:rPr>
          <w:rFonts w:ascii="Corbel" w:hAnsi="Corbel"/>
          <w:sz w:val="20"/>
          <w:szCs w:val="20"/>
        </w:rPr>
        <w:t>/202</w:t>
      </w:r>
      <w:r w:rsidR="008F498C">
        <w:rPr>
          <w:rFonts w:ascii="Corbel" w:hAnsi="Corbel"/>
          <w:sz w:val="20"/>
          <w:szCs w:val="20"/>
        </w:rPr>
        <w:t>4</w:t>
      </w:r>
    </w:p>
    <w:p w:rsidRPr="00BE004E" w:rsidR="0085747A" w:rsidP="009C54AE" w:rsidRDefault="0085747A" w14:paraId="2B92D6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E004E" w:rsidR="00001036" w:rsidTr="03350425" w14:paraId="4A5D4907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0B511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3350425" w:rsidRDefault="00001036" w14:paraId="4199F51E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3350425" w:rsidR="00001036">
              <w:rPr>
                <w:rFonts w:ascii="Corbel" w:hAnsi="Corbel"/>
                <w:b w:val="1"/>
                <w:bCs w:val="1"/>
                <w:sz w:val="24"/>
                <w:szCs w:val="24"/>
              </w:rPr>
              <w:t>Współczesne ustroje polityczne</w:t>
            </w:r>
          </w:p>
        </w:tc>
      </w:tr>
      <w:tr w:rsidRPr="00BE004E" w:rsidR="00001036" w:rsidTr="03350425" w14:paraId="2B68C73A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77C77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3A0D4DA7" w14:textId="77777777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BE004E">
              <w:rPr>
                <w:rFonts w:ascii="Corbel" w:hAnsi="Corbel" w:cs="Calibri"/>
                <w:sz w:val="24"/>
                <w:szCs w:val="24"/>
              </w:rPr>
              <w:t>ASO 33</w:t>
            </w:r>
          </w:p>
        </w:tc>
      </w:tr>
      <w:tr w:rsidRPr="00BE004E" w:rsidR="00001036" w:rsidTr="03350425" w14:paraId="529099BD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6DAFC17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3350425" w:rsidRDefault="00001036" w14:paraId="0A9D60A0" w14:textId="32A263F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350425" w:rsidR="00001036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BE004E" w:rsidR="00001036" w:rsidTr="03350425" w14:paraId="65D91074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1066C9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3350425" w:rsidRDefault="007374E5" w14:paraId="52536F13" w14:textId="0396E9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350425" w:rsidR="36A4156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3350425" w:rsidR="007374E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Pr="00BE004E" w:rsidR="00001036" w:rsidTr="03350425" w14:paraId="5B21954E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535929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1E8E7B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BE004E" w:rsidR="00001036" w:rsidTr="03350425" w14:paraId="16FC4DE4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3269BE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1DC12D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Pr="00BE004E" w:rsidR="00001036" w:rsidTr="03350425" w14:paraId="27F02A6F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6844DF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35520E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E004E" w:rsidR="00001036" w:rsidTr="03350425" w14:paraId="668EE15C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4398B7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54CA0E2E" w14:textId="56E18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E004E" w:rsidR="00001036" w:rsidTr="03350425" w14:paraId="6D361D06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126880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3350425" w:rsidRDefault="00001036" w14:paraId="4E2143E2" w14:textId="5C8935D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350425" w:rsidR="0000103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Pr="03350425" w:rsidR="7F453D8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/ </w:t>
            </w:r>
            <w:r w:rsidRPr="03350425" w:rsidR="0000103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BE004E" w:rsidR="00001036" w:rsidTr="03350425" w14:paraId="3C9B742B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50046C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54D2F8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BE004E" w:rsidR="00001036" w:rsidTr="03350425" w14:paraId="01F21990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32C475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001036" w14:paraId="35E088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BE004E" w:rsidR="00001036" w:rsidTr="03350425" w14:paraId="08075295" w14:textId="77777777">
        <w:tc>
          <w:tcPr>
            <w:tcW w:w="2694" w:type="dxa"/>
            <w:tcMar/>
            <w:vAlign w:val="center"/>
          </w:tcPr>
          <w:p w:rsidRPr="00BE004E" w:rsidR="00001036" w:rsidP="009C5102" w:rsidRDefault="00001036" w14:paraId="3FCB49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E004E" w:rsidR="00001036" w:rsidP="009C5102" w:rsidRDefault="007137EB" w14:paraId="74D0C44A" w14:textId="62A94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  <w:tr w:rsidRPr="00BE004E" w:rsidR="007137EB" w:rsidTr="03350425" w14:paraId="5432A132" w14:textId="77777777">
        <w:tc>
          <w:tcPr>
            <w:tcW w:w="2694" w:type="dxa"/>
            <w:tcMar/>
            <w:vAlign w:val="center"/>
          </w:tcPr>
          <w:p w:rsidRPr="00BE004E" w:rsidR="007137EB" w:rsidP="007137EB" w:rsidRDefault="007137EB" w14:paraId="1BF7CF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E004E" w:rsidR="007137EB" w:rsidP="007137EB" w:rsidRDefault="007137EB" w14:paraId="0CEBFC16" w14:textId="09BC0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</w:tbl>
    <w:p w:rsidRPr="00BE004E" w:rsidR="0085747A" w:rsidP="009C54AE" w:rsidRDefault="0085747A" w14:paraId="754C92D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* </w:t>
      </w:r>
      <w:r w:rsidRPr="00BE004E">
        <w:rPr>
          <w:rFonts w:ascii="Corbel" w:hAnsi="Corbel"/>
          <w:i/>
          <w:sz w:val="24"/>
          <w:szCs w:val="24"/>
        </w:rPr>
        <w:t>-</w:t>
      </w:r>
      <w:r w:rsidRPr="00BE004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E004E" w:rsidR="00B90885">
        <w:rPr>
          <w:rFonts w:ascii="Corbel" w:hAnsi="Corbel"/>
          <w:b w:val="0"/>
          <w:sz w:val="24"/>
          <w:szCs w:val="24"/>
        </w:rPr>
        <w:t>e,</w:t>
      </w:r>
      <w:r w:rsidRPr="00BE004E">
        <w:rPr>
          <w:rFonts w:ascii="Corbel" w:hAnsi="Corbel"/>
          <w:i/>
          <w:sz w:val="24"/>
          <w:szCs w:val="24"/>
        </w:rPr>
        <w:t xml:space="preserve"> </w:t>
      </w:r>
      <w:r w:rsidRPr="00BE00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E004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E004E" w:rsidR="00923D7D" w:rsidP="009C54AE" w:rsidRDefault="00923D7D" w14:paraId="15AA79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E004E" w:rsidR="0085747A" w:rsidP="009C54AE" w:rsidRDefault="0085747A" w14:paraId="4810A2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>1.</w:t>
      </w:r>
      <w:r w:rsidRPr="00BE004E" w:rsidR="00E22FBC">
        <w:rPr>
          <w:rFonts w:ascii="Corbel" w:hAnsi="Corbel"/>
          <w:sz w:val="24"/>
          <w:szCs w:val="24"/>
        </w:rPr>
        <w:t>1</w:t>
      </w:r>
      <w:r w:rsidRPr="00BE00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E004E" w:rsidR="00923D7D" w:rsidP="009C54AE" w:rsidRDefault="00923D7D" w14:paraId="413870E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0"/>
        <w:gridCol w:w="789"/>
        <w:gridCol w:w="990"/>
        <w:gridCol w:w="735"/>
        <w:gridCol w:w="855"/>
        <w:gridCol w:w="656"/>
        <w:gridCol w:w="949"/>
        <w:gridCol w:w="1190"/>
        <w:gridCol w:w="1504"/>
      </w:tblGrid>
      <w:tr w:rsidRPr="00BE004E" w:rsidR="00015B8F" w:rsidTr="03350425" w14:paraId="70517665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004E" w:rsidR="00015B8F" w:rsidP="009C54AE" w:rsidRDefault="00015B8F" w14:paraId="2D4F65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Semestr</w:t>
            </w:r>
          </w:p>
          <w:p w:rsidRPr="00BE004E" w:rsidR="00015B8F" w:rsidP="009C54AE" w:rsidRDefault="002B5EA0" w14:paraId="59F19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(</w:t>
            </w:r>
            <w:r w:rsidRPr="00BE004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255F05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Wykł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496EE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3E3D8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Konw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596D4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507B79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Sem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2BF21B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0220F5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Prakt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458505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E004E" w:rsidR="00015B8F" w:rsidP="009C54AE" w:rsidRDefault="00015B8F" w14:paraId="1B24DD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BE004E">
              <w:rPr>
                <w:rFonts w:ascii="Corbel" w:hAnsi="Corbel"/>
                <w:bCs/>
                <w:szCs w:val="24"/>
              </w:rPr>
              <w:t>Liczba pkt</w:t>
            </w:r>
            <w:r w:rsidRPr="00BE004E" w:rsidR="00B90885">
              <w:rPr>
                <w:rFonts w:ascii="Corbel" w:hAnsi="Corbel"/>
                <w:bCs/>
                <w:szCs w:val="24"/>
              </w:rPr>
              <w:t>.</w:t>
            </w:r>
            <w:r w:rsidRPr="00BE004E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Pr="00BE004E" w:rsidR="00015B8F" w:rsidTr="03350425" w14:paraId="44304282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004E" w:rsidR="00015B8F" w:rsidP="009C54AE" w:rsidRDefault="00B303FF" w14:paraId="0038022C" w14:textId="3A8780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7FB80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50FE59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632D06" w14:paraId="48C889E8" w14:textId="4736CB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50425" w:rsidR="00632D06">
              <w:rPr>
                <w:rFonts w:ascii="Corbel" w:hAnsi="Corbel"/>
                <w:sz w:val="24"/>
                <w:szCs w:val="24"/>
              </w:rPr>
              <w:t xml:space="preserve">20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505F61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761CD1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4A9B18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3AFAED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015B8F" w14:paraId="4784BC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E004E" w:rsidR="00015B8F" w:rsidP="009C54AE" w:rsidRDefault="007374E5" w14:paraId="4A4B4203" w14:textId="514766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50425" w:rsidR="007374E5"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BE004E" w:rsidR="00923D7D" w:rsidP="009C54AE" w:rsidRDefault="00923D7D" w14:paraId="4AE71D7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E004E" w:rsidR="0085747A" w:rsidP="00F83B28" w:rsidRDefault="0085747A" w14:paraId="1F62E9B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3350425" w:rsidR="0085747A">
        <w:rPr>
          <w:rFonts w:ascii="Corbel" w:hAnsi="Corbel"/>
          <w:caps w:val="0"/>
          <w:smallCaps w:val="0"/>
        </w:rPr>
        <w:t>1.</w:t>
      </w:r>
      <w:r w:rsidRPr="03350425" w:rsidR="00E22FBC">
        <w:rPr>
          <w:rFonts w:ascii="Corbel" w:hAnsi="Corbel"/>
          <w:caps w:val="0"/>
          <w:smallCaps w:val="0"/>
        </w:rPr>
        <w:t>2</w:t>
      </w:r>
      <w:r w:rsidRPr="03350425" w:rsidR="00F83B28">
        <w:rPr>
          <w:rFonts w:ascii="Corbel" w:hAnsi="Corbel"/>
          <w:caps w:val="0"/>
          <w:smallCaps w:val="0"/>
        </w:rPr>
        <w:t>.</w:t>
      </w:r>
      <w:r>
        <w:tab/>
      </w:r>
      <w:r w:rsidRPr="03350425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="03350425" w:rsidP="03350425" w:rsidRDefault="03350425" w14:paraId="076C0584" w14:textId="7F4DFC7B">
      <w:pPr>
        <w:pStyle w:val="Punktygwne"/>
        <w:spacing w:before="0" w:after="0"/>
        <w:ind w:left="709"/>
        <w:rPr>
          <w:rFonts w:ascii="Corbel" w:hAnsi="Corbel" w:eastAsia="MS Gothic;ＭＳ ゴシック" w:cs="MS Gothic;ＭＳ ゴシック"/>
          <w:b w:val="0"/>
          <w:bCs w:val="0"/>
          <w:color w:val="000000" w:themeColor="text1" w:themeTint="FF" w:themeShade="FF"/>
          <w:sz w:val="22"/>
          <w:szCs w:val="22"/>
        </w:rPr>
      </w:pPr>
    </w:p>
    <w:p w:rsidRPr="00BE004E" w:rsidR="0085747A" w:rsidP="00F83B28" w:rsidRDefault="007374E5" w14:paraId="30AD4995" w14:textId="40DA1D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E004E">
        <w:rPr>
          <w:rFonts w:ascii="Corbel" w:hAnsi="Corbel" w:eastAsia="MS Gothic;ＭＳ ゴシック" w:cs="MS Gothic;ＭＳ ゴシック"/>
          <w:b w:val="0"/>
          <w:color w:val="000000"/>
          <w:sz w:val="22"/>
        </w:rPr>
        <w:t xml:space="preserve">× </w:t>
      </w:r>
      <w:r w:rsidRPr="00BE004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BE004E" w:rsidR="0085747A" w:rsidP="00F83B28" w:rsidRDefault="002A239C" w14:paraId="02EC97C6" w14:textId="62F931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E004E">
        <w:rPr>
          <w:rFonts w:ascii="Corbel" w:hAnsi="Corbel" w:eastAsia="MS Gothic;ＭＳ ゴシック" w:cs="MS Gothic;ＭＳ ゴシック"/>
          <w:b w:val="0"/>
          <w:color w:val="000000"/>
          <w:sz w:val="22"/>
        </w:rPr>
        <w:t>×</w:t>
      </w:r>
      <w:r w:rsidRPr="00BE004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E004E" w:rsidR="0085747A" w:rsidP="009C54AE" w:rsidRDefault="0085747A" w14:paraId="49873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E004E" w:rsidR="009C54AE" w:rsidP="00CD6F50" w:rsidRDefault="00E22FBC" w14:paraId="45D0D7D8" w14:textId="55384C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1.3 </w:t>
      </w:r>
      <w:r w:rsidRPr="00BE004E" w:rsidR="00F83B28">
        <w:rPr>
          <w:rFonts w:ascii="Corbel" w:hAnsi="Corbel"/>
          <w:smallCaps w:val="0"/>
          <w:szCs w:val="24"/>
        </w:rPr>
        <w:tab/>
      </w:r>
      <w:r w:rsidRPr="00BE004E">
        <w:rPr>
          <w:rFonts w:ascii="Corbel" w:hAnsi="Corbel"/>
          <w:smallCaps w:val="0"/>
          <w:szCs w:val="24"/>
        </w:rPr>
        <w:t>For</w:t>
      </w:r>
      <w:r w:rsidRPr="00BE004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BE004E">
        <w:rPr>
          <w:rFonts w:ascii="Corbel" w:hAnsi="Corbel"/>
          <w:smallCaps w:val="0"/>
          <w:szCs w:val="24"/>
        </w:rPr>
        <w:t xml:space="preserve"> (z toku) </w:t>
      </w:r>
      <w:r w:rsidRPr="00BE00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BE004E" w:rsidR="00776F46" w:rsidP="009C54AE" w:rsidRDefault="00776F46" w14:paraId="482550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E004E">
        <w:rPr>
          <w:rFonts w:ascii="Corbel" w:hAnsi="Corbel"/>
          <w:b w:val="0"/>
          <w:szCs w:val="24"/>
        </w:rPr>
        <w:t xml:space="preserve"> </w:t>
      </w:r>
    </w:p>
    <w:p w:rsidRPr="00BE004E" w:rsidR="00E960BB" w:rsidP="009C54AE" w:rsidRDefault="00776F46" w14:paraId="77F54884" w14:textId="5A8210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E004E">
        <w:rPr>
          <w:rFonts w:ascii="Corbel" w:hAnsi="Corbel"/>
          <w:b w:val="0"/>
          <w:szCs w:val="24"/>
        </w:rPr>
        <w:t>zaliczenie z oceną</w:t>
      </w:r>
    </w:p>
    <w:p w:rsidRPr="00BE004E" w:rsidR="00776F46" w:rsidP="009C54AE" w:rsidRDefault="00776F46" w14:paraId="4AB0F7B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E004E" w:rsidR="00E960BB" w:rsidP="009C54AE" w:rsidRDefault="0085747A" w14:paraId="17EBE1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3350425" w:rsidR="0085747A">
        <w:rPr>
          <w:rFonts w:ascii="Corbel" w:hAnsi="Corbel"/>
        </w:rPr>
        <w:t xml:space="preserve">2.Wymagania wstępne </w:t>
      </w:r>
    </w:p>
    <w:p w:rsidR="03350425" w:rsidP="03350425" w:rsidRDefault="03350425" w14:paraId="79D0FC15" w14:textId="1AA6376A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04E" w:rsidR="0085747A" w:rsidTr="03350425" w14:paraId="5F95C9D7" w14:textId="77777777">
        <w:tc>
          <w:tcPr>
            <w:tcW w:w="9670" w:type="dxa"/>
            <w:tcMar/>
          </w:tcPr>
          <w:p w:rsidRPr="00BE004E" w:rsidR="0085747A" w:rsidP="03350425" w:rsidRDefault="0085747A" w14:paraId="5A4336AF" w14:textId="1B77018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3350425" w:rsidR="00776F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Brak </w:t>
            </w:r>
          </w:p>
        </w:tc>
      </w:tr>
    </w:tbl>
    <w:p w:rsidRPr="00BE004E" w:rsidR="00153C41" w:rsidP="009C54AE" w:rsidRDefault="00153C41" w14:paraId="106D1706" w14:textId="08CF7696">
      <w:pPr>
        <w:pStyle w:val="Punktygwne"/>
        <w:spacing w:before="0" w:after="0"/>
        <w:rPr>
          <w:rFonts w:ascii="Corbel" w:hAnsi="Corbel"/>
          <w:szCs w:val="24"/>
        </w:rPr>
      </w:pPr>
    </w:p>
    <w:p w:rsidRPr="00BE004E" w:rsidR="00CD6F50" w:rsidP="009C54AE" w:rsidRDefault="00CD6F50" w14:paraId="1A050D7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E004E" w:rsidR="0085747A" w:rsidP="009C54AE" w:rsidRDefault="0071620A" w14:paraId="4418F37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E004E">
        <w:rPr>
          <w:rFonts w:ascii="Corbel" w:hAnsi="Corbel"/>
          <w:szCs w:val="24"/>
        </w:rPr>
        <w:lastRenderedPageBreak/>
        <w:t>3.</w:t>
      </w:r>
      <w:r w:rsidRPr="00BE004E" w:rsidR="0085747A">
        <w:rPr>
          <w:rFonts w:ascii="Corbel" w:hAnsi="Corbel"/>
          <w:szCs w:val="24"/>
        </w:rPr>
        <w:t xml:space="preserve"> </w:t>
      </w:r>
      <w:r w:rsidRPr="00BE004E" w:rsidR="00A84C85">
        <w:rPr>
          <w:rFonts w:ascii="Corbel" w:hAnsi="Corbel"/>
          <w:szCs w:val="24"/>
        </w:rPr>
        <w:t>cele, efekty uczenia się</w:t>
      </w:r>
      <w:r w:rsidRPr="00BE004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E004E" w:rsidR="0085747A" w:rsidP="009C54AE" w:rsidRDefault="0085747A" w14:paraId="0C40A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E004E" w:rsidR="0085747A" w:rsidP="009C54AE" w:rsidRDefault="0071620A" w14:paraId="26FE0E88" w14:textId="77777777">
      <w:pPr>
        <w:pStyle w:val="Podpunkty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3.1 </w:t>
      </w:r>
      <w:r w:rsidRPr="00BE004E" w:rsidR="00C05F44">
        <w:rPr>
          <w:rFonts w:ascii="Corbel" w:hAnsi="Corbel"/>
          <w:sz w:val="24"/>
          <w:szCs w:val="24"/>
        </w:rPr>
        <w:t>Cele przedmiotu</w:t>
      </w:r>
    </w:p>
    <w:p w:rsidRPr="00BE004E" w:rsidR="00F83B28" w:rsidP="009C54AE" w:rsidRDefault="00F83B28" w14:paraId="7B803F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E004E" w:rsidR="0085747A" w:rsidTr="00776F46" w14:paraId="630A4A0D" w14:textId="77777777">
        <w:tc>
          <w:tcPr>
            <w:tcW w:w="843" w:type="dxa"/>
            <w:vAlign w:val="center"/>
          </w:tcPr>
          <w:p w:rsidRPr="00BE004E" w:rsidR="0085747A" w:rsidP="009C54AE" w:rsidRDefault="0085747A" w14:paraId="02162D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BE004E" w:rsidR="0085747A" w:rsidP="009C54AE" w:rsidRDefault="00776F46" w14:paraId="27EDA61C" w14:textId="6873A7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poznać zasady, instytucje ustrojowe i mechanizmy funkcjonowania współczesnych państw demokratycznych; podstawowe relacje pomiędzy organami państwowymi we współczesnych systemach politycznych, znać podstawowe kompetencje poszczególnych organów władzy w omawianych państwach.</w:t>
            </w:r>
          </w:p>
        </w:tc>
      </w:tr>
    </w:tbl>
    <w:p w:rsidRPr="00BE004E" w:rsidR="0085747A" w:rsidP="009C54AE" w:rsidRDefault="0085747A" w14:paraId="4DE80B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E004E" w:rsidR="001D7B54" w:rsidP="009C54AE" w:rsidRDefault="009F4610" w14:paraId="5A0C14C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3.2 </w:t>
      </w:r>
      <w:r w:rsidRPr="00BE004E" w:rsidR="001D7B54">
        <w:rPr>
          <w:rFonts w:ascii="Corbel" w:hAnsi="Corbel"/>
          <w:b/>
          <w:sz w:val="24"/>
          <w:szCs w:val="24"/>
        </w:rPr>
        <w:t xml:space="preserve">Efekty </w:t>
      </w:r>
      <w:r w:rsidRPr="00BE004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E004E" w:rsidR="001D7B54">
        <w:rPr>
          <w:rFonts w:ascii="Corbel" w:hAnsi="Corbel"/>
          <w:b/>
          <w:sz w:val="24"/>
          <w:szCs w:val="24"/>
        </w:rPr>
        <w:t>dla przedmiotu</w:t>
      </w:r>
      <w:r w:rsidRPr="00BE004E" w:rsidR="00445970">
        <w:rPr>
          <w:rFonts w:ascii="Corbel" w:hAnsi="Corbel"/>
          <w:sz w:val="24"/>
          <w:szCs w:val="24"/>
        </w:rPr>
        <w:t xml:space="preserve"> </w:t>
      </w:r>
    </w:p>
    <w:p w:rsidRPr="00BE004E" w:rsidR="001D7B54" w:rsidP="009C54AE" w:rsidRDefault="001D7B54" w14:paraId="1C8582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E004E" w:rsidR="00CD6F50" w:rsidTr="009C5102" w14:paraId="4F1E8C72" w14:textId="77777777">
        <w:tc>
          <w:tcPr>
            <w:tcW w:w="1681" w:type="dxa"/>
            <w:vAlign w:val="center"/>
          </w:tcPr>
          <w:p w:rsidRPr="00BE004E" w:rsidR="00CD6F50" w:rsidP="009C5102" w:rsidRDefault="00CD6F50" w14:paraId="4522BF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smallCaps w:val="0"/>
                <w:szCs w:val="24"/>
              </w:rPr>
              <w:t>EK</w:t>
            </w: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BE004E" w:rsidR="00CD6F50" w:rsidP="009C5102" w:rsidRDefault="00CD6F50" w14:paraId="6120D4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BE004E" w:rsidR="00CD6F50" w:rsidP="009C5102" w:rsidRDefault="00CD6F50" w14:paraId="438E8F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E00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E004E" w:rsidR="00CD6F50" w:rsidTr="009C5102" w14:paraId="5453BB0F" w14:textId="77777777">
        <w:tc>
          <w:tcPr>
            <w:tcW w:w="1681" w:type="dxa"/>
          </w:tcPr>
          <w:p w:rsidRPr="00BE004E" w:rsidR="00CD6F50" w:rsidP="009C5102" w:rsidRDefault="00CD6F50" w14:paraId="61FECA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004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BE004E" w:rsidR="00CD6F50" w:rsidP="009C5102" w:rsidRDefault="00CD6F50" w14:paraId="06BCCEC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student ma podstawową wiedzę na temat poszczególnych systemów politycznych, potrafi przedstawić zasady  funkcjonowania oraz zarys ewolucji podstawowych instytucji administracyjnych i prawnych w wybranych państwach </w:t>
            </w:r>
          </w:p>
        </w:tc>
        <w:tc>
          <w:tcPr>
            <w:tcW w:w="1865" w:type="dxa"/>
          </w:tcPr>
          <w:p w:rsidRPr="00BE004E" w:rsidR="00CD6F50" w:rsidP="009C5102" w:rsidRDefault="00CD6F50" w14:paraId="1456785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BE004E" w:rsidR="00CD6F50" w:rsidTr="009C5102" w14:paraId="61D1350B" w14:textId="77777777">
        <w:tc>
          <w:tcPr>
            <w:tcW w:w="1681" w:type="dxa"/>
          </w:tcPr>
          <w:p w:rsidRPr="00BE004E" w:rsidR="00CD6F50" w:rsidP="009C5102" w:rsidRDefault="00CD6F50" w14:paraId="2B3C08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BE004E" w:rsidR="00CD6F50" w:rsidP="009C5102" w:rsidRDefault="00CD6F50" w14:paraId="3916D08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zna podstawową terminologię z zakresu teorii  współczesnych systemów politycznych</w:t>
            </w:r>
          </w:p>
        </w:tc>
        <w:tc>
          <w:tcPr>
            <w:tcW w:w="1865" w:type="dxa"/>
          </w:tcPr>
          <w:p w:rsidRPr="00BE004E" w:rsidR="00CD6F50" w:rsidP="009C5102" w:rsidRDefault="00CD6F50" w14:paraId="3B4BB0F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BE004E" w:rsidR="00CD6F50" w:rsidTr="009C5102" w14:paraId="6B6BB179" w14:textId="77777777">
        <w:tc>
          <w:tcPr>
            <w:tcW w:w="1681" w:type="dxa"/>
          </w:tcPr>
          <w:p w:rsidRPr="00BE004E" w:rsidR="00CD6F50" w:rsidP="009C5102" w:rsidRDefault="00CD6F50" w14:paraId="31ECD9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BE004E" w:rsidR="00CD6F50" w:rsidP="009C5102" w:rsidRDefault="00CD6F50" w14:paraId="6651F983" w14:textId="7A78F15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prawnych państw demokratycznych</w:t>
            </w:r>
          </w:p>
        </w:tc>
        <w:tc>
          <w:tcPr>
            <w:tcW w:w="1865" w:type="dxa"/>
          </w:tcPr>
          <w:p w:rsidRPr="00BE004E" w:rsidR="00CD6F50" w:rsidP="009C5102" w:rsidRDefault="00CD6F50" w14:paraId="71DDF77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BE004E" w:rsidR="00CD6F50" w:rsidTr="009C5102" w14:paraId="20FB4E17" w14:textId="77777777">
        <w:tc>
          <w:tcPr>
            <w:tcW w:w="1681" w:type="dxa"/>
          </w:tcPr>
          <w:p w:rsidRPr="00BE004E" w:rsidR="00CD6F50" w:rsidP="009C5102" w:rsidRDefault="00CD6F50" w14:paraId="1D846A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BE004E" w:rsidR="00CD6F50" w:rsidP="009C5102" w:rsidRDefault="00CD6F50" w14:paraId="7C0850E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politycznych</w:t>
            </w:r>
          </w:p>
        </w:tc>
        <w:tc>
          <w:tcPr>
            <w:tcW w:w="1865" w:type="dxa"/>
          </w:tcPr>
          <w:p w:rsidRPr="00BE004E" w:rsidR="00CD6F50" w:rsidP="009C5102" w:rsidRDefault="00CD6F50" w14:paraId="6613CF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Pr="00BE004E" w:rsidR="00CD6F50" w:rsidTr="009C5102" w14:paraId="66838DF7" w14:textId="77777777">
        <w:tc>
          <w:tcPr>
            <w:tcW w:w="1681" w:type="dxa"/>
          </w:tcPr>
          <w:p w:rsidRPr="00BE004E" w:rsidR="00CD6F50" w:rsidP="009C5102" w:rsidRDefault="00CD6F50" w14:paraId="63EF81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BE004E" w:rsidR="00CD6F50" w:rsidP="009C5102" w:rsidRDefault="00CD6F50" w14:paraId="7646025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prawidłowo identyfikować i interpretować zjawiska prawne, społeczne, ekonomiczne, polityczne i organizacyjne, a także relacje pomiędzy organami w poszczególnych systemach politycznych na przykładzie wybranych państw współczesnych</w:t>
            </w:r>
          </w:p>
        </w:tc>
        <w:tc>
          <w:tcPr>
            <w:tcW w:w="1865" w:type="dxa"/>
          </w:tcPr>
          <w:p w:rsidRPr="00BE004E" w:rsidR="00CD6F50" w:rsidP="009C5102" w:rsidRDefault="00CD6F50" w14:paraId="76D50DE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BE004E" w:rsidR="00CD6F50" w:rsidTr="009C5102" w14:paraId="7C300A50" w14:textId="77777777">
        <w:tc>
          <w:tcPr>
            <w:tcW w:w="1681" w:type="dxa"/>
          </w:tcPr>
          <w:p w:rsidRPr="00BE004E" w:rsidR="00CD6F50" w:rsidP="009C5102" w:rsidRDefault="00CD6F50" w14:paraId="5FEA3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BE004E" w:rsidR="00CD6F50" w:rsidP="009C5102" w:rsidRDefault="00CD6F50" w14:paraId="36C07F0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współczesnych systemów politycznych, korzystając z różnych źródeł i nowoczesnych technologii</w:t>
            </w:r>
          </w:p>
        </w:tc>
        <w:tc>
          <w:tcPr>
            <w:tcW w:w="1865" w:type="dxa"/>
          </w:tcPr>
          <w:p w:rsidRPr="00BE004E" w:rsidR="00CD6F50" w:rsidP="009C5102" w:rsidRDefault="00CD6F50" w14:paraId="11D6E58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BE004E" w:rsidR="00CD6F50" w:rsidTr="009C5102" w14:paraId="25E4E1BF" w14:textId="77777777">
        <w:tc>
          <w:tcPr>
            <w:tcW w:w="1681" w:type="dxa"/>
          </w:tcPr>
          <w:p w:rsidRPr="00BE004E" w:rsidR="00CD6F50" w:rsidP="009C5102" w:rsidRDefault="00CD6F50" w14:paraId="5A0887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BE004E" w:rsidR="00CD6F50" w:rsidP="009C5102" w:rsidRDefault="00CD6F50" w14:paraId="14466E5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</w:p>
        </w:tc>
        <w:tc>
          <w:tcPr>
            <w:tcW w:w="1865" w:type="dxa"/>
          </w:tcPr>
          <w:p w:rsidRPr="00BE004E" w:rsidR="00CD6F50" w:rsidP="009C5102" w:rsidRDefault="00CD6F50" w14:paraId="6D02F7A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BE004E" w:rsidR="00CD6F50" w:rsidTr="009C5102" w14:paraId="42D2D6A4" w14:textId="77777777">
        <w:tc>
          <w:tcPr>
            <w:tcW w:w="1681" w:type="dxa"/>
          </w:tcPr>
          <w:p w:rsidRPr="00BE004E" w:rsidR="00CD6F50" w:rsidP="009C5102" w:rsidRDefault="00CD6F50" w14:paraId="58B528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Pr="00BE004E" w:rsidR="00CD6F50" w:rsidP="009C5102" w:rsidRDefault="00CD6F50" w14:paraId="38EE77C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krytycznej oceny posiadanej wiedzy i odbieranych treści w sposób umożliwiający konstruktywną wymianę poglądów i właściwą analizę problemu z zakresu teorii współczesnych ustrojów politycznych</w:t>
            </w:r>
          </w:p>
        </w:tc>
        <w:tc>
          <w:tcPr>
            <w:tcW w:w="1865" w:type="dxa"/>
          </w:tcPr>
          <w:p w:rsidRPr="00BE004E" w:rsidR="00CD6F50" w:rsidP="009C5102" w:rsidRDefault="00CD6F50" w14:paraId="2F7551E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Pr="00BE004E" w:rsidR="00CD6F50" w:rsidTr="009C5102" w14:paraId="42A349DA" w14:textId="77777777">
        <w:tc>
          <w:tcPr>
            <w:tcW w:w="1681" w:type="dxa"/>
          </w:tcPr>
          <w:p w:rsidRPr="00BE004E" w:rsidR="00CD6F50" w:rsidP="009C5102" w:rsidRDefault="00CD6F50" w14:paraId="2D812A5F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Pr="00BE004E" w:rsidR="00CD6F50" w:rsidP="009C5102" w:rsidRDefault="00CD6F50" w14:paraId="4F433B5A" w14:textId="77777777">
            <w:pPr>
              <w:spacing w:after="60"/>
              <w:jc w:val="both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 współczesnych ustrojów państwowych</w:t>
            </w:r>
          </w:p>
        </w:tc>
        <w:tc>
          <w:tcPr>
            <w:tcW w:w="1865" w:type="dxa"/>
          </w:tcPr>
          <w:p w:rsidRPr="00BE004E" w:rsidR="00CD6F50" w:rsidP="009C5102" w:rsidRDefault="00CD6F50" w14:paraId="6148D86A" w14:textId="77777777">
            <w:pPr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Pr="00BE004E" w:rsidR="0085747A" w:rsidP="009C54AE" w:rsidRDefault="0085747A" w14:paraId="4871B771" w14:textId="2A52D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E004E" w:rsidR="0085747A" w:rsidP="009C54AE" w:rsidRDefault="00675843" w14:paraId="4D974C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>3.3</w:t>
      </w:r>
      <w:r w:rsidRPr="00BE004E" w:rsidR="001D7B54">
        <w:rPr>
          <w:rFonts w:ascii="Corbel" w:hAnsi="Corbel"/>
          <w:b/>
          <w:sz w:val="24"/>
          <w:szCs w:val="24"/>
        </w:rPr>
        <w:t xml:space="preserve"> </w:t>
      </w:r>
      <w:r w:rsidRPr="00BE004E" w:rsidR="0085747A">
        <w:rPr>
          <w:rFonts w:ascii="Corbel" w:hAnsi="Corbel"/>
          <w:b/>
          <w:sz w:val="24"/>
          <w:szCs w:val="24"/>
        </w:rPr>
        <w:t>T</w:t>
      </w:r>
      <w:r w:rsidRPr="00BE004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E004E" w:rsidR="007327BD">
        <w:rPr>
          <w:rFonts w:ascii="Corbel" w:hAnsi="Corbel"/>
          <w:sz w:val="24"/>
          <w:szCs w:val="24"/>
        </w:rPr>
        <w:t xml:space="preserve">  </w:t>
      </w:r>
    </w:p>
    <w:p w:rsidRPr="00BE004E" w:rsidR="0085747A" w:rsidP="009C54AE" w:rsidRDefault="0085747A" w14:paraId="406D43F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Problematyka wykładu </w:t>
      </w:r>
    </w:p>
    <w:p w:rsidRPr="00BE004E" w:rsidR="00675843" w:rsidP="009C54AE" w:rsidRDefault="00675843" w14:paraId="3AD5D1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04E" w:rsidR="0085747A" w:rsidTr="03350425" w14:paraId="3F086C1E" w14:textId="77777777">
        <w:tc>
          <w:tcPr>
            <w:tcW w:w="9520" w:type="dxa"/>
            <w:tcMar/>
          </w:tcPr>
          <w:p w:rsidRPr="00BE004E" w:rsidR="0085747A" w:rsidP="009C54AE" w:rsidRDefault="0085747A" w14:paraId="37DD476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name="_Hlk90026498" w:id="0"/>
            <w:r w:rsidRPr="00BE00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E004E" w:rsidR="004934B0" w:rsidTr="03350425" w14:paraId="08E54ABD" w14:textId="77777777">
        <w:tc>
          <w:tcPr>
            <w:tcW w:w="9520" w:type="dxa"/>
            <w:tcMar/>
          </w:tcPr>
          <w:p w:rsidRPr="00BE004E" w:rsidR="00242AB4" w:rsidP="03350425" w:rsidRDefault="00242AB4" w14:paraId="22C55F49" w14:textId="05E65571">
            <w:pPr>
              <w:pStyle w:val="Akapitzlist"/>
              <w:spacing w:after="0" w:line="240" w:lineRule="auto"/>
              <w:ind w:left="270"/>
              <w:rPr>
                <w:rFonts w:ascii="Corbel" w:hAnsi="Corbel"/>
                <w:sz w:val="24"/>
                <w:szCs w:val="24"/>
              </w:rPr>
            </w:pPr>
            <w:r w:rsidRPr="03350425" w:rsidR="35DCB82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bookmarkEnd w:id="0"/>
    </w:tbl>
    <w:p w:rsidRPr="00BE004E" w:rsidR="0085747A" w:rsidP="009C54AE" w:rsidRDefault="0085747A" w14:paraId="108D2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E004E" w:rsidR="0085747A" w:rsidP="009C54AE" w:rsidRDefault="0085747A" w14:paraId="1308B38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3350425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3350425" w:rsidR="009F4610">
        <w:rPr>
          <w:rFonts w:ascii="Corbel" w:hAnsi="Corbel"/>
          <w:sz w:val="24"/>
          <w:szCs w:val="24"/>
        </w:rPr>
        <w:t xml:space="preserve">, </w:t>
      </w:r>
      <w:r w:rsidRPr="03350425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8784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709"/>
      </w:tblGrid>
      <w:tr w:rsidR="0092097E" w:rsidTr="03350425" w14:paraId="1199F280" w14:textId="77777777">
        <w:trPr>
          <w:trHeight w:val="250"/>
        </w:trPr>
        <w:tc>
          <w:tcPr>
            <w:tcW w:w="878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5CF08137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097E" w:rsidTr="03350425" w14:paraId="304B5D6B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59F8D1F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Pojęcie ustroju politycznego. Klasyfikacje ustrojów politycznych 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399BFD26" w14:textId="4FB0CBB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w:rsidR="0092097E" w:rsidTr="03350425" w14:paraId="1C5D4BF8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564B97B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Podstawowe zasady ustroju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2D07B952" w14:textId="39A22D29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w:rsidR="0092097E" w:rsidTr="03350425" w14:paraId="3C8FCC7A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4238200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Konstytucyjne regulacje struktury i działania władzy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E3118C2" w14:textId="08CB64E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w:rsidR="0092097E" w:rsidTr="03350425" w14:paraId="4E2C0FE8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3A443DA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FCBF2BC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92097E" w:rsidTr="03350425" w14:paraId="26288426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0B6B09A2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245D30DE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92097E" w:rsidTr="03350425" w14:paraId="4A2D7022" w14:textId="77777777">
        <w:trPr>
          <w:trHeight w:val="250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B6274E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Władza sądownicza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0B2CA11C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92097E" w:rsidTr="03350425" w14:paraId="269C3D58" w14:textId="77777777">
        <w:trPr>
          <w:trHeight w:val="264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4C33B4B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6A80387" w14:textId="77777777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2097E" w:rsidTr="03350425" w14:paraId="5D3DA642" w14:textId="77777777">
        <w:trPr>
          <w:trHeight w:val="264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52EA10A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Kontrola konstytucyjności prawa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788D3BD7" w14:textId="0546589F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2097E" w:rsidTr="03350425" w14:paraId="2D4E3F32" w14:textId="77777777">
        <w:trPr>
          <w:trHeight w:val="264"/>
        </w:trPr>
        <w:tc>
          <w:tcPr>
            <w:tcW w:w="80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2120154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92097E" w:rsidP="009C5102" w:rsidRDefault="0092097E" w14:paraId="66DC524D" w14:textId="37B36A00">
            <w:pPr>
              <w:pStyle w:val="Akapitzlist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20</w:t>
            </w:r>
          </w:p>
        </w:tc>
      </w:tr>
    </w:tbl>
    <w:p w:rsidRPr="00BE004E" w:rsidR="0085747A" w:rsidP="009C54AE" w:rsidRDefault="0085747A" w14:paraId="3F3F40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E004E" w:rsidR="0085747A" w:rsidP="009C54AE" w:rsidRDefault="009F4610" w14:paraId="78A231C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3350425" w:rsidR="009F4610">
        <w:rPr>
          <w:rFonts w:ascii="Corbel" w:hAnsi="Corbel"/>
          <w:caps w:val="0"/>
          <w:smallCaps w:val="0"/>
        </w:rPr>
        <w:t>3.4 Metody dydaktyczne</w:t>
      </w:r>
      <w:r w:rsidRPr="03350425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3350425" w:rsidP="03350425" w:rsidRDefault="03350425" w14:paraId="7CAE6196" w14:textId="5FF2FD1C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BE004E" w:rsidR="00E960BB" w:rsidP="03350425" w:rsidRDefault="00901F27" w14:paraId="015B53EA" w14:textId="062C96D5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03350425" w:rsidR="00901F27">
        <w:rPr>
          <w:rFonts w:ascii="Corbel" w:hAnsi="Corbel"/>
          <w:b w:val="0"/>
          <w:bCs w:val="0"/>
          <w:caps w:val="0"/>
          <w:smallCaps w:val="0"/>
        </w:rPr>
        <w:t>Konwersatorium: mini wykład, dyskusja,</w:t>
      </w:r>
      <w:r w:rsidRPr="03350425" w:rsidR="00CC135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3350425" w:rsidR="00901F27">
        <w:rPr>
          <w:rFonts w:ascii="Corbel" w:hAnsi="Corbel"/>
          <w:b w:val="0"/>
          <w:bCs w:val="0"/>
          <w:caps w:val="0"/>
          <w:smallCaps w:val="0"/>
        </w:rPr>
        <w:t>prezentacja, projekt.</w:t>
      </w:r>
    </w:p>
    <w:p w:rsidRPr="00BE004E" w:rsidR="00E960BB" w:rsidP="009C54AE" w:rsidRDefault="00E960BB" w14:paraId="27AEF1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E004E" w:rsidR="0085747A" w:rsidP="009C54AE" w:rsidRDefault="00C61DC5" w14:paraId="2825C0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4. </w:t>
      </w:r>
      <w:r w:rsidRPr="00BE004E" w:rsidR="0085747A">
        <w:rPr>
          <w:rFonts w:ascii="Corbel" w:hAnsi="Corbel"/>
          <w:smallCaps w:val="0"/>
          <w:szCs w:val="24"/>
        </w:rPr>
        <w:t>METODY I KRYTERIA OCENY</w:t>
      </w:r>
      <w:r w:rsidRPr="00BE004E" w:rsidR="009F4610">
        <w:rPr>
          <w:rFonts w:ascii="Corbel" w:hAnsi="Corbel"/>
          <w:smallCaps w:val="0"/>
          <w:szCs w:val="24"/>
        </w:rPr>
        <w:t xml:space="preserve"> </w:t>
      </w:r>
    </w:p>
    <w:p w:rsidRPr="00BE004E" w:rsidR="00923D7D" w:rsidP="009C54AE" w:rsidRDefault="00923D7D" w14:paraId="4B5E31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E004E" w:rsidR="0085747A" w:rsidP="009C54AE" w:rsidRDefault="0085747A" w14:paraId="778D79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4.1 Sposoby weryfikacji efektów </w:t>
      </w:r>
      <w:r w:rsidRPr="00BE004E" w:rsidR="00C05F44">
        <w:rPr>
          <w:rFonts w:ascii="Corbel" w:hAnsi="Corbel"/>
          <w:smallCaps w:val="0"/>
          <w:szCs w:val="24"/>
        </w:rPr>
        <w:t>uczenia się</w:t>
      </w:r>
    </w:p>
    <w:p w:rsidRPr="00BE004E" w:rsidR="0085747A" w:rsidP="009C54AE" w:rsidRDefault="0085747A" w14:paraId="097BD8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E004E" w:rsidR="00CC135F" w:rsidTr="009C5102" w14:paraId="64B499C1" w14:textId="77777777">
        <w:tc>
          <w:tcPr>
            <w:tcW w:w="1962" w:type="dxa"/>
            <w:vAlign w:val="center"/>
          </w:tcPr>
          <w:p w:rsidRPr="00BE004E" w:rsidR="00CC135F" w:rsidP="009C5102" w:rsidRDefault="00CC135F" w14:paraId="1654D8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E004E" w:rsidR="00CC135F" w:rsidP="009C5102" w:rsidRDefault="00CC135F" w14:paraId="4FFBE5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E004E" w:rsidR="00CC135F" w:rsidP="009C5102" w:rsidRDefault="00CC135F" w14:paraId="0D8F42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E004E" w:rsidR="00CC135F" w:rsidP="009C5102" w:rsidRDefault="00CC135F" w14:paraId="4BF3F8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E004E" w:rsidR="00CC135F" w:rsidP="009C5102" w:rsidRDefault="00CC135F" w14:paraId="698314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E004E" w:rsidR="00CC135F" w:rsidTr="009C5102" w14:paraId="64330E6B" w14:textId="77777777">
        <w:tc>
          <w:tcPr>
            <w:tcW w:w="1962" w:type="dxa"/>
          </w:tcPr>
          <w:p w:rsidRPr="00BE004E" w:rsidR="00CC135F" w:rsidP="00BE004E" w:rsidRDefault="00CC135F" w14:paraId="7F7B65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BE004E" w:rsidR="00CC135F" w:rsidP="00BE004E" w:rsidRDefault="00CC135F" w14:paraId="3BECA2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CC135F" w:rsidP="00BE004E" w:rsidRDefault="00BE004E" w14:paraId="001C9955" w14:textId="293FFB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2CD881A6" w14:textId="77777777">
        <w:tc>
          <w:tcPr>
            <w:tcW w:w="1962" w:type="dxa"/>
          </w:tcPr>
          <w:p w:rsidRPr="00BE004E" w:rsidR="00BE004E" w:rsidP="00BE004E" w:rsidRDefault="00BE004E" w14:paraId="15BD16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BE004E" w:rsidR="00BE004E" w:rsidP="00BE004E" w:rsidRDefault="00BE004E" w14:paraId="12050B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66963E14" w14:textId="06BEA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33C1A5D9" w14:textId="77777777">
        <w:tc>
          <w:tcPr>
            <w:tcW w:w="1962" w:type="dxa"/>
          </w:tcPr>
          <w:p w:rsidRPr="00BE004E" w:rsidR="00BE004E" w:rsidP="00BE004E" w:rsidRDefault="00BE004E" w14:paraId="08F284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Pr="00BE004E" w:rsidR="00BE004E" w:rsidP="00BE004E" w:rsidRDefault="00BE004E" w14:paraId="5ADFD7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58619C9A" w14:textId="3BE8D5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670A2D47" w14:textId="77777777">
        <w:tc>
          <w:tcPr>
            <w:tcW w:w="1962" w:type="dxa"/>
          </w:tcPr>
          <w:p w:rsidRPr="00BE004E" w:rsidR="00BE004E" w:rsidP="00BE004E" w:rsidRDefault="00BE004E" w14:paraId="270450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BE004E" w:rsidR="00BE004E" w:rsidP="00BE004E" w:rsidRDefault="00BE004E" w14:paraId="6B9F49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58C3B52C" w14:textId="2CC204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7B7C70CD" w14:textId="77777777">
        <w:tc>
          <w:tcPr>
            <w:tcW w:w="1962" w:type="dxa"/>
          </w:tcPr>
          <w:p w:rsidRPr="00BE004E" w:rsidR="00BE004E" w:rsidP="00BE004E" w:rsidRDefault="00BE004E" w14:paraId="0C77E3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Pr="00BE004E" w:rsidR="00BE004E" w:rsidP="00BE004E" w:rsidRDefault="00BE004E" w14:paraId="6E6E9F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24EEE2B8" w14:textId="31A748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6DA8B879" w14:textId="77777777">
        <w:tc>
          <w:tcPr>
            <w:tcW w:w="1962" w:type="dxa"/>
          </w:tcPr>
          <w:p w:rsidRPr="00BE004E" w:rsidR="00BE004E" w:rsidP="00BE004E" w:rsidRDefault="00BE004E" w14:paraId="70005F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Pr="00BE004E" w:rsidR="00BE004E" w:rsidP="00BE004E" w:rsidRDefault="00BE004E" w14:paraId="5949B7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7C0BD9A0" w14:textId="0AAE1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1651B0E8" w14:textId="77777777">
        <w:tc>
          <w:tcPr>
            <w:tcW w:w="1962" w:type="dxa"/>
          </w:tcPr>
          <w:p w:rsidRPr="00BE004E" w:rsidR="00BE004E" w:rsidP="00BE004E" w:rsidRDefault="00BE004E" w14:paraId="7CB9E2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 xml:space="preserve">_ 07 </w:t>
            </w:r>
          </w:p>
        </w:tc>
        <w:tc>
          <w:tcPr>
            <w:tcW w:w="5441" w:type="dxa"/>
          </w:tcPr>
          <w:p w:rsidRPr="00BE004E" w:rsidR="00BE004E" w:rsidP="00BE004E" w:rsidRDefault="00BE004E" w14:paraId="023DF0F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1D530E20" w14:textId="002DD7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5BC8CB12" w14:textId="77777777">
        <w:tc>
          <w:tcPr>
            <w:tcW w:w="1962" w:type="dxa"/>
          </w:tcPr>
          <w:p w:rsidRPr="00BE004E" w:rsidR="00BE004E" w:rsidP="00BE004E" w:rsidRDefault="00BE004E" w14:paraId="56FC5F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 xml:space="preserve">_ 08 </w:t>
            </w:r>
          </w:p>
        </w:tc>
        <w:tc>
          <w:tcPr>
            <w:tcW w:w="5441" w:type="dxa"/>
          </w:tcPr>
          <w:p w:rsidRPr="00BE004E" w:rsidR="00BE004E" w:rsidP="00BE004E" w:rsidRDefault="00BE004E" w14:paraId="2ADABE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BE004E" w:rsidR="00BE004E" w:rsidP="00BE004E" w:rsidRDefault="00BE004E" w14:paraId="24B8ACC5" w14:textId="5CB464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BE004E" w:rsidR="00BE004E" w:rsidTr="009C5102" w14:paraId="1B9EE02B" w14:textId="77777777">
        <w:tc>
          <w:tcPr>
            <w:tcW w:w="1962" w:type="dxa"/>
          </w:tcPr>
          <w:p w:rsidRPr="00BE004E" w:rsidR="00BE004E" w:rsidP="00BE004E" w:rsidRDefault="00BE004E" w14:paraId="412352A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004E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</w:tcPr>
          <w:p w:rsidRPr="00BE004E" w:rsidR="00BE004E" w:rsidP="00BE004E" w:rsidRDefault="00BE004E" w14:paraId="03266D5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E004E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BE004E" w:rsidR="00BE004E" w:rsidP="00BE004E" w:rsidRDefault="00BE004E" w14:paraId="743E786D" w14:textId="764B02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8255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:rsidRPr="00BE004E" w:rsidR="00923D7D" w:rsidP="009C54AE" w:rsidRDefault="00923D7D" w14:paraId="0C51B2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E004E" w:rsidR="0085747A" w:rsidP="009C54AE" w:rsidRDefault="003E1941" w14:paraId="352C9B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4.2 </w:t>
      </w:r>
      <w:r w:rsidRPr="00BE004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E004E" w:rsidR="00923D7D">
        <w:rPr>
          <w:rFonts w:ascii="Corbel" w:hAnsi="Corbel"/>
          <w:smallCaps w:val="0"/>
          <w:szCs w:val="24"/>
        </w:rPr>
        <w:t xml:space="preserve"> </w:t>
      </w:r>
    </w:p>
    <w:p w:rsidRPr="00BE004E" w:rsidR="00923D7D" w:rsidP="009C54AE" w:rsidRDefault="00923D7D" w14:paraId="0B49B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04E" w:rsidR="0085747A" w:rsidTr="3E9E9C35" w14:paraId="1F18ECFD" w14:textId="77777777">
        <w:tc>
          <w:tcPr>
            <w:tcW w:w="9670" w:type="dxa"/>
            <w:tcMar/>
          </w:tcPr>
          <w:p w:rsidRPr="00BE004E" w:rsidR="00003FEF" w:rsidP="00BE004E" w:rsidRDefault="00BE004E" w14:paraId="0224E224" w14:textId="556A5AC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BE004E" w:rsidR="00003FEF">
              <w:rPr>
                <w:rFonts w:ascii="Corbel" w:hAnsi="Corbel"/>
                <w:b w:val="0"/>
                <w:smallCaps w:val="0"/>
                <w:szCs w:val="24"/>
              </w:rPr>
              <w:t>olokwium pisemne (forma testowo-opisowa)</w:t>
            </w:r>
          </w:p>
          <w:p w:rsidRPr="00BE004E" w:rsidR="00003FEF" w:rsidP="00BE004E" w:rsidRDefault="00003FEF" w14:paraId="5C042CD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Część testowa składa się z 20 pytań jednokrotnego wyboru (odpowiedź poprawna 1 pkt., odpowiedź błędna 0 pkt.) </w:t>
            </w:r>
          </w:p>
          <w:p w:rsidRPr="00BE004E" w:rsidR="00003FEF" w:rsidP="00BE004E" w:rsidRDefault="00003FEF" w14:paraId="2739CD1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Część opisowa składa się z 4 pytań otwartych (odpowiedź poprawna pełna– 2 pkt., odpowiedź poprawna niepełna 1 pkt., odpowiedź błędna 0 pkt.)</w:t>
            </w:r>
          </w:p>
          <w:p w:rsidRPr="00BE004E" w:rsidR="00003FEF" w:rsidP="00BE004E" w:rsidRDefault="00003FEF" w14:paraId="6F7DBBA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Maksymalna liczba punktów do uzyskania: 28 pkt.</w:t>
            </w:r>
          </w:p>
          <w:p w:rsidRPr="00BE004E" w:rsidR="00003FEF" w:rsidP="00BE004E" w:rsidRDefault="00003FEF" w14:paraId="4595D143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Przewidywany czas trwania zaliczenia -   1 godz.</w:t>
            </w:r>
          </w:p>
          <w:p w:rsidRPr="00BE004E" w:rsidR="00923D7D" w:rsidP="3E9E9C35" w:rsidRDefault="00003FEF" w14:paraId="51DEB292" w14:textId="1F89C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E9E9C35" w:rsidR="00003FEF">
              <w:rPr>
                <w:rFonts w:ascii="Corbel" w:hAnsi="Corbel"/>
                <w:b w:val="0"/>
                <w:bCs w:val="0"/>
                <w:caps w:val="0"/>
                <w:smallCaps w:val="0"/>
              </w:rPr>
              <w:t>Kryteria oceny: kompletność odpowiedzi, użycie fachowej terminologii, aktualny stan prawny.</w:t>
            </w:r>
          </w:p>
          <w:p w:rsidR="3E9E9C35" w:rsidP="3E9E9C35" w:rsidRDefault="3E9E9C35" w14:paraId="5D23805B" w14:textId="46D67F5F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35C26B26" w:rsidRDefault="35C26B26" w14:paraId="3634EB45" w14:textId="7241197B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35C26B26" w:rsidRDefault="35C26B26" w14:paraId="61CF2863" w14:textId="2BFAE4DB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35C26B26" w:rsidRDefault="35C26B26" w14:paraId="64195D2B" w14:textId="5C9246BA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35C26B26" w:rsidRDefault="35C26B26" w14:paraId="762D93B8" w14:textId="2E0772B5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35C26B26" w:rsidRDefault="35C26B26" w14:paraId="16AF280D" w14:textId="03A0562B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35C26B26" w:rsidRDefault="35C26B26" w14:paraId="60ECFE1D" w14:textId="68CE739E">
            <w:r w:rsidRPr="3E9E9C35" w:rsidR="35C26B2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3E9E9C35" w:rsidP="3E9E9C35" w:rsidRDefault="3E9E9C35" w14:paraId="03C85FF2" w14:textId="696E424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E004E" w:rsidR="0085747A" w:rsidP="009C54AE" w:rsidRDefault="0085747A" w14:paraId="67756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E004E" w:rsidR="0085747A" w:rsidP="009C54AE" w:rsidRDefault="0085747A" w14:paraId="1A4866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E004E" w:rsidR="009F4610" w:rsidP="009C54AE" w:rsidRDefault="0085747A" w14:paraId="6696C5B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5. </w:t>
      </w:r>
      <w:r w:rsidRPr="00BE004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E004E" w:rsidR="0085747A" w:rsidP="009C54AE" w:rsidRDefault="0085747A" w14:paraId="412D09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E004E" w:rsidR="0085747A" w:rsidTr="03350425" w14:paraId="46F9AC19" w14:textId="77777777">
        <w:tc>
          <w:tcPr>
            <w:tcW w:w="4962" w:type="dxa"/>
            <w:tcMar/>
            <w:vAlign w:val="center"/>
          </w:tcPr>
          <w:p w:rsidRPr="00BE004E" w:rsidR="0085747A" w:rsidP="009C54AE" w:rsidRDefault="00C61DC5" w14:paraId="77C8C6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BE004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BE004E" w:rsidR="0085747A" w:rsidP="009C54AE" w:rsidRDefault="00C61DC5" w14:paraId="6C7105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E004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E004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E004E" w:rsidR="0085747A" w:rsidTr="03350425" w14:paraId="57E2CFF1" w14:textId="77777777">
        <w:tc>
          <w:tcPr>
            <w:tcW w:w="4962" w:type="dxa"/>
            <w:tcMar/>
          </w:tcPr>
          <w:p w:rsidRPr="00BE004E" w:rsidR="0085747A" w:rsidP="009C54AE" w:rsidRDefault="00C61DC5" w14:paraId="734C0E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G</w:t>
            </w:r>
            <w:r w:rsidRPr="00BE004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E004E">
              <w:rPr>
                <w:rFonts w:ascii="Corbel" w:hAnsi="Corbel"/>
                <w:sz w:val="24"/>
                <w:szCs w:val="24"/>
              </w:rPr>
              <w:t>kontaktowe</w:t>
            </w:r>
            <w:r w:rsidRPr="00BE004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E004E">
              <w:rPr>
                <w:rFonts w:ascii="Corbel" w:hAnsi="Corbel"/>
                <w:sz w:val="24"/>
                <w:szCs w:val="24"/>
              </w:rPr>
              <w:t>ynikające</w:t>
            </w:r>
            <w:r w:rsidRPr="00BE004E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BE004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E004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BE004E" w:rsidR="0085747A" w:rsidP="009C54AE" w:rsidRDefault="00C4186C" w14:paraId="47CE7EC9" w14:textId="39685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20 godz. </w:t>
            </w:r>
          </w:p>
        </w:tc>
      </w:tr>
      <w:tr w:rsidRPr="00BE004E" w:rsidR="00C61DC5" w:rsidTr="03350425" w14:paraId="6BFC7470" w14:textId="77777777">
        <w:tc>
          <w:tcPr>
            <w:tcW w:w="4962" w:type="dxa"/>
            <w:tcMar/>
          </w:tcPr>
          <w:p w:rsidRPr="00BE004E" w:rsidR="00C61DC5" w:rsidP="009C54AE" w:rsidRDefault="00C61DC5" w14:paraId="3350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E004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E004E" w:rsidR="00C61DC5" w:rsidP="009C54AE" w:rsidRDefault="00C61DC5" w14:paraId="269F2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BE004E" w:rsidR="00C61DC5" w:rsidP="009C54AE" w:rsidRDefault="00CC135F" w14:paraId="42024421" w14:textId="79A9C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5</w:t>
            </w:r>
            <w:r w:rsidRPr="00BE004E" w:rsidR="00C418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BE004E" w:rsidR="00C61DC5" w:rsidTr="03350425" w14:paraId="1273EA79" w14:textId="77777777">
        <w:tc>
          <w:tcPr>
            <w:tcW w:w="4962" w:type="dxa"/>
            <w:tcMar/>
          </w:tcPr>
          <w:p w:rsidRPr="00BE004E" w:rsidR="0071620A" w:rsidP="009C54AE" w:rsidRDefault="00C61DC5" w14:paraId="4F0BC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E004E" w:rsidR="00C61DC5" w:rsidP="009C54AE" w:rsidRDefault="00C61DC5" w14:paraId="12D18F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BE004E" w:rsidR="00C61DC5" w:rsidP="009C54AE" w:rsidRDefault="00CC135F" w14:paraId="0C6B7BAA" w14:textId="069ABB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65</w:t>
            </w:r>
            <w:r w:rsidRPr="00BE004E" w:rsidR="00C4186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BE004E" w:rsidR="0085747A" w:rsidTr="03350425" w14:paraId="7E96EF4B" w14:textId="77777777">
        <w:tc>
          <w:tcPr>
            <w:tcW w:w="4962" w:type="dxa"/>
            <w:tcMar/>
          </w:tcPr>
          <w:p w:rsidRPr="00BE004E" w:rsidR="0085747A" w:rsidP="009C54AE" w:rsidRDefault="0085747A" w14:paraId="03F6E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BE004E" w:rsidR="0085747A" w:rsidP="009C54AE" w:rsidRDefault="00CC135F" w14:paraId="316B5B36" w14:textId="20D57A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350425" w:rsidR="00CC135F">
              <w:rPr>
                <w:rFonts w:ascii="Corbel" w:hAnsi="Corbel"/>
                <w:sz w:val="24"/>
                <w:szCs w:val="24"/>
              </w:rPr>
              <w:t>90</w:t>
            </w:r>
            <w:r w:rsidRPr="03350425" w:rsidR="7A6401A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BE004E" w:rsidR="0085747A" w:rsidTr="03350425" w14:paraId="30A9C766" w14:textId="77777777">
        <w:tc>
          <w:tcPr>
            <w:tcW w:w="4962" w:type="dxa"/>
            <w:tcMar/>
          </w:tcPr>
          <w:p w:rsidRPr="00BE004E" w:rsidR="0085747A" w:rsidP="009C54AE" w:rsidRDefault="0085747A" w14:paraId="7F6717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BE004E" w:rsidR="0085747A" w:rsidP="009C54AE" w:rsidRDefault="00C4186C" w14:paraId="310890DA" w14:textId="00AD3C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E004E" w:rsidR="0085747A" w:rsidP="009C54AE" w:rsidRDefault="00923D7D" w14:paraId="7C536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E004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E004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E004E" w:rsidR="003E1941" w:rsidP="009C54AE" w:rsidRDefault="003E1941" w14:paraId="261C2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E004E" w:rsidR="0085747A" w:rsidP="009C54AE" w:rsidRDefault="0071620A" w14:paraId="221767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6. </w:t>
      </w:r>
      <w:r w:rsidRPr="00BE004E" w:rsidR="0085747A">
        <w:rPr>
          <w:rFonts w:ascii="Corbel" w:hAnsi="Corbel"/>
          <w:smallCaps w:val="0"/>
          <w:szCs w:val="24"/>
        </w:rPr>
        <w:t>PRAKTYKI ZAWO</w:t>
      </w:r>
      <w:r w:rsidRPr="00BE004E" w:rsidR="009D3F3B">
        <w:rPr>
          <w:rFonts w:ascii="Corbel" w:hAnsi="Corbel"/>
          <w:smallCaps w:val="0"/>
          <w:szCs w:val="24"/>
        </w:rPr>
        <w:t>DOWE W RAMACH PRZEDMIOTU</w:t>
      </w:r>
    </w:p>
    <w:p w:rsidRPr="00BE004E" w:rsidR="0085747A" w:rsidP="009C54AE" w:rsidRDefault="0085747A" w14:paraId="76FB9CC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E004E" w:rsidR="0085747A" w:rsidTr="0071620A" w14:paraId="5F9B3561" w14:textId="77777777">
        <w:trPr>
          <w:trHeight w:val="397"/>
        </w:trPr>
        <w:tc>
          <w:tcPr>
            <w:tcW w:w="3544" w:type="dxa"/>
          </w:tcPr>
          <w:p w:rsidRPr="00BE004E" w:rsidR="0085747A" w:rsidP="009C54AE" w:rsidRDefault="0085747A" w14:paraId="2DB9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BE004E" w:rsidR="0085747A" w:rsidP="009C54AE" w:rsidRDefault="00BE004E" w14:paraId="45B8DA4A" w14:textId="6C2A2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E004E" w:rsidR="0085747A" w:rsidTr="0071620A" w14:paraId="670A73B3" w14:textId="77777777">
        <w:trPr>
          <w:trHeight w:val="397"/>
        </w:trPr>
        <w:tc>
          <w:tcPr>
            <w:tcW w:w="3544" w:type="dxa"/>
          </w:tcPr>
          <w:p w:rsidRPr="00BE004E" w:rsidR="0085747A" w:rsidP="009C54AE" w:rsidRDefault="0085747A" w14:paraId="605BA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BE004E" w:rsidR="0085747A" w:rsidP="009C54AE" w:rsidRDefault="00BE004E" w14:paraId="36C963E7" w14:textId="27FC7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E004E" w:rsidR="003E1941" w:rsidP="009C54AE" w:rsidRDefault="003E1941" w14:paraId="170591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E004E" w:rsidR="0085747A" w:rsidP="009C54AE" w:rsidRDefault="00675843" w14:paraId="4BB009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7. </w:t>
      </w:r>
      <w:r w:rsidRPr="00BE004E" w:rsidR="0085747A">
        <w:rPr>
          <w:rFonts w:ascii="Corbel" w:hAnsi="Corbel"/>
          <w:smallCaps w:val="0"/>
          <w:szCs w:val="24"/>
        </w:rPr>
        <w:t>LITERATURA</w:t>
      </w:r>
      <w:r w:rsidRPr="00BE004E">
        <w:rPr>
          <w:rFonts w:ascii="Corbel" w:hAnsi="Corbel"/>
          <w:smallCaps w:val="0"/>
          <w:szCs w:val="24"/>
        </w:rPr>
        <w:t xml:space="preserve"> </w:t>
      </w:r>
    </w:p>
    <w:p w:rsidRPr="00BE004E" w:rsidR="00675843" w:rsidP="009C54AE" w:rsidRDefault="00675843" w14:paraId="3B7BA2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E004E" w:rsidR="0085747A" w:rsidTr="03350425" w14:paraId="1F94366F" w14:textId="77777777">
        <w:trPr>
          <w:trHeight w:val="397"/>
        </w:trPr>
        <w:tc>
          <w:tcPr>
            <w:tcW w:w="7513" w:type="dxa"/>
            <w:tcMar/>
          </w:tcPr>
          <w:p w:rsidRPr="00BE004E" w:rsidR="0085747A" w:rsidP="03350425" w:rsidRDefault="0085747A" w14:paraId="74544C15" w14:textId="7AFE9046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335042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BE004E" w:rsidR="00C35742" w:rsidP="009C54AE" w:rsidRDefault="00C35742" w14:paraId="12F1C5B1" w14:textId="6039DF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5742" w:rsidP="00C35742" w:rsidRDefault="00C35742" w14:paraId="2738A288" w14:textId="290AEAE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 V., System konstytucyjny Finlandii,  Wydawnictwo Sejmowe, Warszawa 2021. </w:t>
            </w:r>
          </w:p>
          <w:p w:rsidRPr="00203BC8" w:rsidR="00057BDB" w:rsidP="00057BDB" w:rsidRDefault="00057BDB" w14:paraId="477951C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Serzhanova</w:t>
            </w:r>
            <w:proofErr w:type="spellEnd"/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V.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Wilk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Nowak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K.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, 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Plis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(red.), Problem państw nieuznawanych we współczesnym świecie, Warszawa 2019.</w:t>
            </w:r>
          </w:p>
          <w:p w:rsidRPr="002E7CA4" w:rsidR="00057BDB" w:rsidP="00057BDB" w:rsidRDefault="00057BDB" w14:paraId="0314BDB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  <w:p w:rsidRPr="00057BDB" w:rsidR="00057BDB" w:rsidP="00057BDB" w:rsidRDefault="00057BDB" w14:paraId="22E1B213" w14:textId="273CF09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Nowak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K.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Plis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Konstytucja Republiki Kabardyjsko-Bałkarskiej, Kraków 2019.</w:t>
            </w:r>
          </w:p>
          <w:p w:rsidRPr="00BE004E" w:rsidR="00640486" w:rsidP="00640486" w:rsidRDefault="00640486" w14:paraId="66514F7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współczesnego świata, Gdańsk, 2001.</w:t>
            </w:r>
          </w:p>
          <w:p w:rsidRPr="00BE004E" w:rsidR="00640486" w:rsidP="00640486" w:rsidRDefault="00640486" w14:paraId="5861BD0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współczesnej Europy, Warszawa, 2006.</w:t>
            </w:r>
          </w:p>
          <w:p w:rsidRPr="00BE004E" w:rsidR="00640486" w:rsidP="00640486" w:rsidRDefault="00640486" w14:paraId="389C9B1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Balicki R.: Ustroje państw współczesnych, Wrocław, 2003.</w:t>
            </w:r>
          </w:p>
          <w:p w:rsidRPr="00BE004E" w:rsidR="00640486" w:rsidP="00640486" w:rsidRDefault="00640486" w14:paraId="6AF799E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Banaszak B.: Porównawcze prawo konstytucyjne współczesnych państw demokratycznych, Kraków, 2012.</w:t>
            </w:r>
          </w:p>
          <w:p w:rsidRPr="00BE004E" w:rsidR="00640486" w:rsidP="00640486" w:rsidRDefault="00640486" w14:paraId="37D7074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Grzybowski M., Dania. Zarys systemu ustrojowego, Kraków 2017. </w:t>
            </w:r>
          </w:p>
          <w:p w:rsidRPr="00BE004E" w:rsidR="00640486" w:rsidP="00640486" w:rsidRDefault="00640486" w14:paraId="4F3E439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Finlandia. Zarys systemu ustrojowego, Kraków 2007.</w:t>
            </w:r>
          </w:p>
          <w:p w:rsidRPr="00BE004E" w:rsidR="00640486" w:rsidP="00640486" w:rsidRDefault="00640486" w14:paraId="22B314A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Grzybowski M., Norwegia : zarys systemu ustrojowego, Kraków 2015. </w:t>
            </w:r>
          </w:p>
          <w:p w:rsidRPr="00BE004E" w:rsidR="00640486" w:rsidP="00640486" w:rsidRDefault="00640486" w14:paraId="4B2C11A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Systemy konstytucyjny państw skandynawskich, Warszawa 2010.</w:t>
            </w:r>
          </w:p>
          <w:p w:rsidRPr="00BE004E" w:rsidR="00640486" w:rsidP="00640486" w:rsidRDefault="00640486" w14:paraId="74AD017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Ludwikowski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Rett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R.: Prawo konstytucyjne porównawcze, Toruń, 2000.</w:t>
            </w:r>
          </w:p>
          <w:p w:rsidRPr="00BE004E" w:rsidR="00640486" w:rsidP="00640486" w:rsidRDefault="00640486" w14:paraId="2C1EF48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A.: Ustroje państw współczesnych, Warszawa, 2007.</w:t>
            </w:r>
          </w:p>
          <w:p w:rsidRPr="00BE004E" w:rsidR="00640486" w:rsidP="00640486" w:rsidRDefault="00640486" w14:paraId="3A968F1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Prawo konstytucyjne Rzeczypospolitej Polskiej, Warszawa 2003. </w:t>
            </w:r>
          </w:p>
          <w:p w:rsidRPr="00BE004E" w:rsidR="00640486" w:rsidP="00640486" w:rsidRDefault="00640486" w14:paraId="3CFD49B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V.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:rsidRPr="00BE004E" w:rsidR="00640486" w:rsidP="00640486" w:rsidRDefault="00640486" w14:paraId="5C01C6D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Sarnecki P.: Ustroje konstytucyjne państw współczesnych, Kraków, 2013.</w:t>
            </w:r>
          </w:p>
          <w:p w:rsidRPr="00BE004E" w:rsidR="00640486" w:rsidP="00640486" w:rsidRDefault="00640486" w14:paraId="4B35623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:rsidRPr="00BE004E" w:rsidR="00640486" w:rsidP="00640486" w:rsidRDefault="00640486" w14:paraId="5A05E8D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wybranych państw, red. K.A. Wojtaszczyk, Warszawa, 2004.</w:t>
            </w:r>
          </w:p>
          <w:p w:rsidRPr="00BE004E" w:rsidR="00640486" w:rsidP="00640486" w:rsidRDefault="00640486" w14:paraId="2FC1780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Ustroje państw współczesnych, t. I, red. W. Skrzydło, Lublin 2010.</w:t>
            </w:r>
          </w:p>
          <w:p w:rsidRPr="00BE004E" w:rsidR="00640486" w:rsidP="00640486" w:rsidRDefault="00640486" w14:paraId="2C26D08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Ustroje państw współczesnych, t. II, red. E.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Gdulewicz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</w:p>
          <w:p w:rsidRPr="00BE004E" w:rsidR="00640486" w:rsidP="00640486" w:rsidRDefault="00640486" w14:paraId="6819B98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:rsidRPr="00BE004E" w:rsidR="00640486" w:rsidP="00640486" w:rsidRDefault="00640486" w14:paraId="11204F70" w14:textId="3DEF7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W.: Współczesne systemy polityczne. Zarys teorii i praktyki w wybranych państwach świata, Olsztyn 2005.</w:t>
            </w:r>
          </w:p>
        </w:tc>
      </w:tr>
      <w:tr w:rsidRPr="00BE004E" w:rsidR="0085747A" w:rsidTr="03350425" w14:paraId="5303B63E" w14:textId="77777777">
        <w:trPr>
          <w:trHeight w:val="397"/>
        </w:trPr>
        <w:tc>
          <w:tcPr>
            <w:tcW w:w="7513" w:type="dxa"/>
            <w:tcMar/>
          </w:tcPr>
          <w:p w:rsidRPr="00BE004E" w:rsidR="00057BDB" w:rsidP="03350425" w:rsidRDefault="0085747A" w14:paraId="0AF20D4E" w14:textId="02F51FD0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335042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BE004E" w:rsidR="00640486" w:rsidP="009C54AE" w:rsidRDefault="00640486" w14:paraId="0FB894B4" w14:textId="7E0FF1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Pr="00BE004E" w:rsidR="00C35742" w:rsidP="009C54AE" w:rsidRDefault="00226D75" w14:paraId="44BAAA2B" w14:textId="2CB892D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V., Status prawnoustrojowy instytucji Adwokata Ludu w Rumunii, Rzeszów 2021.</w:t>
            </w:r>
          </w:p>
          <w:p w:rsidRPr="00BE004E" w:rsidR="00C35742" w:rsidP="009C54AE" w:rsidRDefault="00C35742" w14:paraId="6B962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Pr="00BE004E" w:rsidR="00EB2CED" w:rsidP="009C54AE" w:rsidRDefault="00EB2CED" w14:paraId="11913874" w14:textId="24E1B1E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V,., Kimla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A.,Potencjalny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wpływ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brexitu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 ustrój terytorialny i integralność Zjednoczonego Królestwa Wielkiej Brytanii i Irlandii Północnej „ Przegląd Sejmowy” 2020, nr 6.</w:t>
            </w:r>
          </w:p>
          <w:p w:rsidRPr="00BE004E" w:rsidR="00640486" w:rsidP="00640486" w:rsidRDefault="00640486" w14:paraId="7432651C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Konstytucja Finlandii, wstęp i tłumaczenie S. Sagan, V.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2003.</w:t>
            </w:r>
          </w:p>
          <w:p w:rsidRPr="00BE004E" w:rsidR="00640486" w:rsidP="00640486" w:rsidRDefault="00640486" w14:paraId="4C5DE82B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Konstytucja Republiki Armenii, wstęp i tłumaczenie S. Sagan, V.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2004.</w:t>
            </w:r>
          </w:p>
          <w:p w:rsidRPr="00BE004E" w:rsidR="00640486" w:rsidP="00640486" w:rsidRDefault="00640486" w14:paraId="49A0A358" w14:textId="0EB38644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Konstytucja Wielkiego Księstwa Luksemburga,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wstep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tłumaczenie S. Sagan, V.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2005.</w:t>
            </w:r>
          </w:p>
          <w:p w:rsidR="00057BDB" w:rsidP="00640486" w:rsidRDefault="00640486" w14:paraId="47363C86" w14:textId="0F72075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Republiki Kosowa,</w:t>
            </w:r>
            <w:r w:rsidRPr="00BE004E" w:rsid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wstęp i tłumaczenie , K. Nowak, </w:t>
            </w: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Rzeszów 2010. </w:t>
            </w:r>
          </w:p>
          <w:p w:rsidR="00057BDB" w:rsidP="00640486" w:rsidRDefault="00057BDB" w14:paraId="248FF058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057BDB" w:rsidP="00057BDB" w:rsidRDefault="00057BDB" w14:paraId="6EE795E8" w14:textId="7777777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Plis</w:t>
            </w:r>
            <w:r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J. 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, Status prawny Palestyny, [w:] Problem państw nieuznawanych we współczesnym świecie, red. V. </w:t>
            </w:r>
            <w:proofErr w:type="spellStart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Serzhanova</w:t>
            </w:r>
            <w:proofErr w:type="spellEnd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, J. Wilk, K. Nowak, J. Plis, Wydawnictwo Sejmowe, Warszawa 2019.</w:t>
            </w:r>
          </w:p>
          <w:p w:rsidRPr="00BE004E" w:rsidR="00987B8B" w:rsidP="00987B8B" w:rsidRDefault="00987B8B" w14:paraId="6BEA3901" w14:textId="78BCE7EE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O ustroju Gagauzji - przyczynek do dyskusji „Roczniki Administracji i Prawa” 2019, t . spec., nr 19. </w:t>
            </w:r>
          </w:p>
          <w:p w:rsidRPr="00BE004E" w:rsidR="00615832" w:rsidP="00640486" w:rsidRDefault="00615832" w14:paraId="356B8F06" w14:textId="4E092E8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The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Constitutional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Court of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Kosovo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Introductory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Remarks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„Przegląd Prawa Konstytucyjnego” 2020, nr 6. </w:t>
            </w:r>
          </w:p>
          <w:p w:rsidRPr="00BE004E" w:rsidR="00640486" w:rsidP="00640486" w:rsidRDefault="00640486" w14:paraId="32A74C20" w14:textId="720B453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:rsidRPr="00BE004E" w:rsidR="00640486" w:rsidP="00640486" w:rsidRDefault="00640486" w14:paraId="57202357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Wojnacki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Albanii, P. Sarnecki: System konstytucyjny Austrii, A. Głowacki: System konstytucyjny Belgii, M. Grzybowski, J. Karp: System konstytucyjny Bułgarii, M. Grzybowski, J. Karp: System konstytucyjny Chorwacji, K.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Skotonicki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Czech, E. Zieliński System konstytucyjny Federacji Rosyjskiej, E.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Gdulewicz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Francji, J. Kamiński: System konstytucyjny Grecji, A. Głowacki: System konstytucyjny Holandii, W. Konarski: System konstytucyjny Irlandii, B. Banaszak: System konstytucyjny Niemiec, A. Łabno-Jabłońska: System konstytucyjny Portugalii, W. Brodziński: System konstytucyjny Rumunii, J. Wojnicki: System konstytucyjny Serbii i Czarnogóry, Z. Czeszejko-Sochacki: System konstytucyjny Szwajcarii, P. </w:t>
            </w:r>
            <w:proofErr w:type="spellStart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Mikuli</w:t>
            </w:r>
            <w:proofErr w:type="spellEnd"/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Słowenii, A. Szymański: System konstytucyjny Turcji, 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:rsidRPr="00BE004E" w:rsidR="00640486" w:rsidP="00640486" w:rsidRDefault="00640486" w14:paraId="13F90363" w14:textId="06F8B7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:rsidRPr="009C54AE" w:rsidR="0085747A" w:rsidP="009C54AE" w:rsidRDefault="0085747A" w14:paraId="50735B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47A5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79D0D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206" w:rsidP="00C16ABF" w:rsidRDefault="00450206" w14:paraId="4279718B" w14:textId="77777777">
      <w:pPr>
        <w:spacing w:after="0" w:line="240" w:lineRule="auto"/>
      </w:pPr>
      <w:r>
        <w:separator/>
      </w:r>
    </w:p>
  </w:endnote>
  <w:endnote w:type="continuationSeparator" w:id="0">
    <w:p w:rsidR="00450206" w:rsidP="00C16ABF" w:rsidRDefault="00450206" w14:paraId="1D1939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206" w:rsidP="00C16ABF" w:rsidRDefault="00450206" w14:paraId="586835ED" w14:textId="77777777">
      <w:pPr>
        <w:spacing w:after="0" w:line="240" w:lineRule="auto"/>
      </w:pPr>
      <w:r>
        <w:separator/>
      </w:r>
    </w:p>
  </w:footnote>
  <w:footnote w:type="continuationSeparator" w:id="0">
    <w:p w:rsidR="00450206" w:rsidP="00C16ABF" w:rsidRDefault="00450206" w14:paraId="0F383235" w14:textId="77777777">
      <w:pPr>
        <w:spacing w:after="0" w:line="240" w:lineRule="auto"/>
      </w:pPr>
      <w:r>
        <w:continuationSeparator/>
      </w:r>
    </w:p>
  </w:footnote>
  <w:footnote w:id="1">
    <w:p w:rsidR="00CD6F50" w:rsidP="00CD6F50" w:rsidRDefault="00CD6F50" w14:paraId="0D5506E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036"/>
    <w:rsid w:val="00003FEF"/>
    <w:rsid w:val="000048FD"/>
    <w:rsid w:val="000077B4"/>
    <w:rsid w:val="00015454"/>
    <w:rsid w:val="00015B8F"/>
    <w:rsid w:val="00022ECE"/>
    <w:rsid w:val="00042A51"/>
    <w:rsid w:val="00042D2E"/>
    <w:rsid w:val="00044C82"/>
    <w:rsid w:val="00050035"/>
    <w:rsid w:val="00057B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C1A"/>
    <w:rsid w:val="00124BFF"/>
    <w:rsid w:val="0012560E"/>
    <w:rsid w:val="00127108"/>
    <w:rsid w:val="0013483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6D75"/>
    <w:rsid w:val="002278A9"/>
    <w:rsid w:val="002336F9"/>
    <w:rsid w:val="0024028F"/>
    <w:rsid w:val="00242AB4"/>
    <w:rsid w:val="00244ABC"/>
    <w:rsid w:val="00281FF2"/>
    <w:rsid w:val="002857DE"/>
    <w:rsid w:val="00291567"/>
    <w:rsid w:val="002A22BF"/>
    <w:rsid w:val="002A2389"/>
    <w:rsid w:val="002A239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DCF"/>
    <w:rsid w:val="0042745A"/>
    <w:rsid w:val="00431D5C"/>
    <w:rsid w:val="004362C6"/>
    <w:rsid w:val="00437FA2"/>
    <w:rsid w:val="00445970"/>
    <w:rsid w:val="00450206"/>
    <w:rsid w:val="00461EFC"/>
    <w:rsid w:val="004652C2"/>
    <w:rsid w:val="004706D1"/>
    <w:rsid w:val="00471326"/>
    <w:rsid w:val="0047598D"/>
    <w:rsid w:val="004840FD"/>
    <w:rsid w:val="00490F7D"/>
    <w:rsid w:val="00491678"/>
    <w:rsid w:val="004934B0"/>
    <w:rsid w:val="004968E2"/>
    <w:rsid w:val="004A3EEA"/>
    <w:rsid w:val="004A4D1F"/>
    <w:rsid w:val="004D5282"/>
    <w:rsid w:val="004E727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2E3"/>
    <w:rsid w:val="005C696A"/>
    <w:rsid w:val="005E6E85"/>
    <w:rsid w:val="005F2778"/>
    <w:rsid w:val="005F31D2"/>
    <w:rsid w:val="0061029B"/>
    <w:rsid w:val="00615832"/>
    <w:rsid w:val="00617230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B1AD5"/>
    <w:rsid w:val="006C3B1E"/>
    <w:rsid w:val="006D050F"/>
    <w:rsid w:val="006D6139"/>
    <w:rsid w:val="006E5D65"/>
    <w:rsid w:val="006F1282"/>
    <w:rsid w:val="006F1FBC"/>
    <w:rsid w:val="006F31E2"/>
    <w:rsid w:val="00706544"/>
    <w:rsid w:val="007072BA"/>
    <w:rsid w:val="007137EB"/>
    <w:rsid w:val="0071620A"/>
    <w:rsid w:val="00724677"/>
    <w:rsid w:val="00725459"/>
    <w:rsid w:val="007327BD"/>
    <w:rsid w:val="00734608"/>
    <w:rsid w:val="007374E5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8C"/>
    <w:rsid w:val="008F6E29"/>
    <w:rsid w:val="00901F27"/>
    <w:rsid w:val="00916188"/>
    <w:rsid w:val="0092097E"/>
    <w:rsid w:val="00923D7D"/>
    <w:rsid w:val="00950342"/>
    <w:rsid w:val="009508DF"/>
    <w:rsid w:val="00950DAC"/>
    <w:rsid w:val="00954A07"/>
    <w:rsid w:val="00987B8B"/>
    <w:rsid w:val="00997F14"/>
    <w:rsid w:val="009A593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F4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FF"/>
    <w:rsid w:val="00B3130B"/>
    <w:rsid w:val="00B40ADB"/>
    <w:rsid w:val="00B4383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04E"/>
    <w:rsid w:val="00BF2C41"/>
    <w:rsid w:val="00C058B4"/>
    <w:rsid w:val="00C05F44"/>
    <w:rsid w:val="00C131B5"/>
    <w:rsid w:val="00C16ABF"/>
    <w:rsid w:val="00C170AE"/>
    <w:rsid w:val="00C26CB7"/>
    <w:rsid w:val="00C324C1"/>
    <w:rsid w:val="00C35742"/>
    <w:rsid w:val="00C36992"/>
    <w:rsid w:val="00C4186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CC9"/>
    <w:rsid w:val="00CC135F"/>
    <w:rsid w:val="00CD6897"/>
    <w:rsid w:val="00CD6F5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2A1"/>
    <w:rsid w:val="00E63348"/>
    <w:rsid w:val="00E742AA"/>
    <w:rsid w:val="00E77E88"/>
    <w:rsid w:val="00E8107D"/>
    <w:rsid w:val="00E960BB"/>
    <w:rsid w:val="00EA2074"/>
    <w:rsid w:val="00EA4832"/>
    <w:rsid w:val="00EA4E9D"/>
    <w:rsid w:val="00EB2CED"/>
    <w:rsid w:val="00EC22F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50425"/>
    <w:rsid w:val="20187020"/>
    <w:rsid w:val="35C26B26"/>
    <w:rsid w:val="35DCB82D"/>
    <w:rsid w:val="36A41564"/>
    <w:rsid w:val="3AB010C6"/>
    <w:rsid w:val="3E9E9C35"/>
    <w:rsid w:val="4A414AEE"/>
    <w:rsid w:val="7A6401A0"/>
    <w:rsid w:val="7F45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19</revision>
  <lastPrinted>2019-02-06T12:12:00.0000000Z</lastPrinted>
  <dcterms:created xsi:type="dcterms:W3CDTF">2021-12-09T18:58:00.0000000Z</dcterms:created>
  <dcterms:modified xsi:type="dcterms:W3CDTF">2022-01-23T14:15:09.5822854Z</dcterms:modified>
</coreProperties>
</file>